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DEEB4" w14:textId="651A4F9D" w:rsidR="00F519AE" w:rsidRPr="009A4E33" w:rsidRDefault="00F519AE" w:rsidP="001602C3">
      <w:pPr>
        <w:jc w:val="both"/>
        <w:rPr>
          <w:rFonts w:ascii="Comenia Serif" w:hAnsi="Comenia Serif"/>
          <w:sz w:val="20"/>
          <w:szCs w:val="20"/>
        </w:rPr>
      </w:pPr>
    </w:p>
    <w:p w14:paraId="21EB4F73" w14:textId="77777777" w:rsidR="009A6D7A" w:rsidRPr="009A4E33" w:rsidRDefault="009A6D7A" w:rsidP="00703801">
      <w:pPr>
        <w:jc w:val="right"/>
        <w:rPr>
          <w:rFonts w:ascii="Comenia Serif" w:hAnsi="Comenia Serif"/>
          <w:sz w:val="20"/>
          <w:szCs w:val="20"/>
        </w:rPr>
      </w:pPr>
    </w:p>
    <w:p w14:paraId="5B53C385" w14:textId="77777777" w:rsidR="00703801" w:rsidRPr="009A4E33" w:rsidRDefault="00703801" w:rsidP="00703801">
      <w:pPr>
        <w:jc w:val="righ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Příloha č. 2</w:t>
      </w:r>
    </w:p>
    <w:p w14:paraId="3780AFDE" w14:textId="0789D171" w:rsidR="00703801" w:rsidRPr="009A4E33" w:rsidRDefault="00703801" w:rsidP="00703801">
      <w:pPr>
        <w:pStyle w:val="Default"/>
        <w:jc w:val="center"/>
        <w:rPr>
          <w:rFonts w:ascii="Comenia Serif" w:hAnsi="Comenia Serif"/>
        </w:rPr>
      </w:pPr>
      <w:r w:rsidRPr="009A4E33">
        <w:rPr>
          <w:rFonts w:ascii="Comenia Serif" w:hAnsi="Comenia Serif"/>
          <w:b/>
          <w:bCs/>
        </w:rPr>
        <w:t>Závěrečná zpráva grantového projektu zakázka č.</w:t>
      </w:r>
      <w:r w:rsidR="004E0D73">
        <w:rPr>
          <w:rFonts w:ascii="Comenia Serif" w:hAnsi="Comenia Serif"/>
          <w:b/>
          <w:bCs/>
        </w:rPr>
        <w:t xml:space="preserve"> 2109</w:t>
      </w:r>
    </w:p>
    <w:p w14:paraId="5EE7965D" w14:textId="31FCB894" w:rsidR="00703801" w:rsidRPr="00203D55" w:rsidRDefault="00703801" w:rsidP="00703801">
      <w:pPr>
        <w:pStyle w:val="Default"/>
        <w:jc w:val="center"/>
        <w:rPr>
          <w:rFonts w:ascii="Comenia Serif" w:hAnsi="Comenia Serif"/>
          <w:color w:val="auto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(specifický výzkum v </w:t>
      </w:r>
      <w:r w:rsidRPr="00203D55">
        <w:rPr>
          <w:rFonts w:ascii="Comenia Serif" w:hAnsi="Comenia Serif"/>
          <w:color w:val="auto"/>
          <w:sz w:val="20"/>
          <w:szCs w:val="20"/>
        </w:rPr>
        <w:t xml:space="preserve">roce </w:t>
      </w:r>
      <w:r w:rsidR="000607F6" w:rsidRPr="00203D55">
        <w:rPr>
          <w:rFonts w:ascii="Comenia Serif" w:hAnsi="Comenia Serif"/>
          <w:color w:val="auto"/>
          <w:sz w:val="20"/>
          <w:szCs w:val="20"/>
        </w:rPr>
        <w:t>20</w:t>
      </w:r>
      <w:r w:rsidR="00741A22" w:rsidRPr="00203D55">
        <w:rPr>
          <w:rFonts w:ascii="Comenia Serif" w:hAnsi="Comenia Serif"/>
          <w:color w:val="auto"/>
          <w:sz w:val="20"/>
          <w:szCs w:val="20"/>
        </w:rPr>
        <w:t>2</w:t>
      </w:r>
      <w:r w:rsidR="0092393D">
        <w:rPr>
          <w:rFonts w:ascii="Comenia Serif" w:hAnsi="Comenia Serif"/>
          <w:color w:val="auto"/>
          <w:sz w:val="20"/>
          <w:szCs w:val="20"/>
        </w:rPr>
        <w:t>3</w:t>
      </w:r>
      <w:r w:rsidRPr="00203D55">
        <w:rPr>
          <w:rFonts w:ascii="Comenia Serif" w:hAnsi="Comenia Serif"/>
          <w:color w:val="auto"/>
          <w:sz w:val="20"/>
          <w:szCs w:val="20"/>
        </w:rPr>
        <w:t>)</w:t>
      </w:r>
    </w:p>
    <w:p w14:paraId="758048E5" w14:textId="77777777" w:rsidR="00DD2B46" w:rsidRPr="009A4E33" w:rsidRDefault="00DD2B46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55797499" w14:textId="77777777" w:rsidR="00703801" w:rsidRPr="009A4E33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Název projektu </w:t>
      </w:r>
      <w:r w:rsidRPr="009A4E33">
        <w:rPr>
          <w:rFonts w:ascii="Comenia Serif" w:hAnsi="Comenia Serif"/>
          <w:sz w:val="20"/>
          <w:szCs w:val="20"/>
        </w:rPr>
        <w:t xml:space="preserve">(80 znaků): </w:t>
      </w:r>
    </w:p>
    <w:p w14:paraId="2F7AF1B7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1A97D50C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Specifikace řešitelského týmu </w:t>
      </w:r>
    </w:p>
    <w:p w14:paraId="4DD4DF7C" w14:textId="77777777" w:rsidR="00C356E3" w:rsidRPr="009A4E33" w:rsidRDefault="00C356E3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7A8E85BD" w14:textId="77777777" w:rsidR="00703801" w:rsidRPr="009A4E33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Odpovědný řešitel: </w:t>
      </w:r>
    </w:p>
    <w:p w14:paraId="48ADA0DD" w14:textId="77777777" w:rsidR="00703801" w:rsidRPr="009A4E33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Studenti doktorského studia: </w:t>
      </w:r>
    </w:p>
    <w:p w14:paraId="48012C34" w14:textId="77777777" w:rsidR="00703801" w:rsidRPr="009A4E33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Studenti magisterského studia: </w:t>
      </w:r>
    </w:p>
    <w:p w14:paraId="7009B2A3" w14:textId="77777777" w:rsidR="00703801" w:rsidRPr="009A4E33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Školitelé doktorandů: </w:t>
      </w:r>
    </w:p>
    <w:p w14:paraId="3F16F8B2" w14:textId="77777777" w:rsidR="00703801" w:rsidRPr="009A4E33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Další výzkumní pracovníci: </w:t>
      </w:r>
    </w:p>
    <w:p w14:paraId="6F4FAAA4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5E523795" w14:textId="048B9BE4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Celková částka přidělené dotace: </w:t>
      </w:r>
      <w:r w:rsidR="00390AA3">
        <w:rPr>
          <w:rFonts w:ascii="Comenia Serif" w:hAnsi="Comenia Serif"/>
          <w:b/>
          <w:bCs/>
          <w:sz w:val="20"/>
          <w:szCs w:val="20"/>
        </w:rPr>
        <w:t>166</w:t>
      </w:r>
      <w:r w:rsidR="00390AA3">
        <w:rPr>
          <w:rFonts w:ascii="Calibri" w:hAnsi="Calibri" w:cs="Calibri"/>
          <w:b/>
          <w:bCs/>
          <w:sz w:val="20"/>
          <w:szCs w:val="20"/>
        </w:rPr>
        <w:t> </w:t>
      </w:r>
      <w:r w:rsidR="00390AA3">
        <w:rPr>
          <w:rFonts w:ascii="Comenia Serif" w:hAnsi="Comenia Serif"/>
          <w:b/>
          <w:bCs/>
          <w:sz w:val="20"/>
          <w:szCs w:val="20"/>
        </w:rPr>
        <w:t>869 Kč</w:t>
      </w:r>
    </w:p>
    <w:p w14:paraId="132B3F73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D2DDCF7" w14:textId="4C41DDFF" w:rsidR="00703801" w:rsidRPr="009A4E33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>Způsobilé náklady projektu:</w:t>
      </w:r>
      <w:r w:rsidR="00390AA3">
        <w:rPr>
          <w:rFonts w:ascii="Comenia Serif" w:hAnsi="Comenia Serif"/>
          <w:b/>
          <w:bCs/>
          <w:sz w:val="20"/>
          <w:szCs w:val="20"/>
        </w:rPr>
        <w:t xml:space="preserve"> 167</w:t>
      </w:r>
      <w:r w:rsidR="00390AA3">
        <w:rPr>
          <w:rFonts w:ascii="Calibri" w:hAnsi="Calibri" w:cs="Calibri"/>
          <w:b/>
          <w:bCs/>
          <w:sz w:val="20"/>
          <w:szCs w:val="20"/>
        </w:rPr>
        <w:t> </w:t>
      </w:r>
      <w:r w:rsidR="00390AA3">
        <w:rPr>
          <w:rFonts w:ascii="Comenia Serif" w:hAnsi="Comenia Serif"/>
          <w:b/>
          <w:bCs/>
          <w:sz w:val="20"/>
          <w:szCs w:val="20"/>
        </w:rPr>
        <w:t>155,26 Kč</w:t>
      </w:r>
    </w:p>
    <w:p w14:paraId="6382E6CA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2FDCC55A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Přehled realizovaných výdajů: </w:t>
      </w:r>
    </w:p>
    <w:p w14:paraId="438BCBBC" w14:textId="77777777" w:rsidR="00FB2198" w:rsidRPr="009A4E33" w:rsidRDefault="00FB2198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6513D46B" w14:textId="39750B22" w:rsidR="00FB2198" w:rsidRPr="009A4E33" w:rsidRDefault="00FB2198" w:rsidP="00862D26">
      <w:pPr>
        <w:pStyle w:val="Odstavecseseznamem"/>
        <w:numPr>
          <w:ilvl w:val="0"/>
          <w:numId w:val="12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 </w:t>
      </w:r>
      <w:r w:rsidR="00ED51C4" w:rsidRPr="009A4E33">
        <w:rPr>
          <w:rFonts w:ascii="Comenia Serif" w:hAnsi="Comenia Serif"/>
          <w:sz w:val="20"/>
          <w:szCs w:val="20"/>
        </w:rPr>
        <w:t xml:space="preserve">osobní náklady </w:t>
      </w:r>
      <w:r w:rsidR="00390AA3">
        <w:rPr>
          <w:rFonts w:ascii="Comenia Serif" w:hAnsi="Comenia Serif"/>
          <w:sz w:val="20"/>
          <w:szCs w:val="20"/>
        </w:rPr>
        <w:t>38</w:t>
      </w:r>
      <w:r w:rsidR="00390AA3">
        <w:rPr>
          <w:rFonts w:ascii="Calibri" w:hAnsi="Calibri" w:cs="Calibri"/>
          <w:sz w:val="20"/>
          <w:szCs w:val="20"/>
        </w:rPr>
        <w:t> </w:t>
      </w:r>
      <w:r w:rsidR="00390AA3">
        <w:rPr>
          <w:rFonts w:ascii="Comenia Serif" w:hAnsi="Comenia Serif"/>
          <w:sz w:val="20"/>
          <w:szCs w:val="20"/>
        </w:rPr>
        <w:t xml:space="preserve">056,80 </w:t>
      </w:r>
      <w:r w:rsidR="00ED51C4" w:rsidRPr="009A4E33">
        <w:rPr>
          <w:rFonts w:ascii="Comenia Serif" w:hAnsi="Comenia Serif"/>
          <w:sz w:val="20"/>
          <w:szCs w:val="20"/>
        </w:rPr>
        <w:t xml:space="preserve">Kč </w:t>
      </w:r>
    </w:p>
    <w:p w14:paraId="5FD4F48C" w14:textId="77777777" w:rsidR="00ED51C4" w:rsidRPr="009A4E33" w:rsidRDefault="00ED51C4" w:rsidP="00862D26">
      <w:pPr>
        <w:pStyle w:val="Odstavecseseznamem"/>
        <w:ind w:left="927"/>
        <w:jc w:val="both"/>
        <w:rPr>
          <w:rFonts w:ascii="Comenia Serif" w:hAnsi="Comenia Serif"/>
          <w:sz w:val="20"/>
          <w:szCs w:val="20"/>
        </w:rPr>
      </w:pPr>
    </w:p>
    <w:p w14:paraId="07B67B54" w14:textId="77777777" w:rsidR="00FB2198" w:rsidRPr="009A4E33" w:rsidRDefault="00FB2198" w:rsidP="00862D26">
      <w:pPr>
        <w:jc w:val="both"/>
        <w:rPr>
          <w:rFonts w:ascii="Comenia Serif" w:hAnsi="Comenia Serif"/>
          <w:sz w:val="20"/>
          <w:szCs w:val="20"/>
        </w:rPr>
      </w:pPr>
    </w:p>
    <w:p w14:paraId="7EA5EF2C" w14:textId="77777777" w:rsidR="00FB2198" w:rsidRPr="009A4E33" w:rsidRDefault="00FB2198" w:rsidP="00862D26">
      <w:pPr>
        <w:pStyle w:val="Default"/>
        <w:numPr>
          <w:ilvl w:val="0"/>
          <w:numId w:val="7"/>
        </w:numPr>
        <w:spacing w:after="68"/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počet členů řešitelského týmu projektu, kteří čerpali mzdové prostředky včetně stipendií ze způsobilých nákladů projektu a z toho počet studentů členů řešitelského týmu </w:t>
      </w:r>
    </w:p>
    <w:p w14:paraId="3ED56AE3" w14:textId="77777777" w:rsidR="00FB2198" w:rsidRPr="009A4E33" w:rsidRDefault="00FB2198" w:rsidP="00862D26">
      <w:pPr>
        <w:pStyle w:val="Default"/>
        <w:spacing w:after="68"/>
        <w:ind w:left="720"/>
        <w:jc w:val="both"/>
        <w:rPr>
          <w:rFonts w:ascii="Comenia Serif" w:hAnsi="Comenia Serif"/>
          <w:sz w:val="20"/>
          <w:szCs w:val="20"/>
        </w:rPr>
      </w:pPr>
    </w:p>
    <w:p w14:paraId="1C7262B4" w14:textId="7028B6AE" w:rsidR="00FB2198" w:rsidRPr="009A4E33" w:rsidRDefault="00FB2198" w:rsidP="00862D26">
      <w:pPr>
        <w:pStyle w:val="Default"/>
        <w:numPr>
          <w:ilvl w:val="0"/>
          <w:numId w:val="7"/>
        </w:numPr>
        <w:spacing w:after="68"/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způsobilé osobní náklady a z toho osobní náklady studentů (včetně stipendií) </w:t>
      </w:r>
      <w:r w:rsidR="001602C3">
        <w:rPr>
          <w:rFonts w:ascii="Comenia Serif" w:hAnsi="Comenia Serif"/>
          <w:sz w:val="20"/>
          <w:szCs w:val="20"/>
        </w:rPr>
        <w:t xml:space="preserve">        </w:t>
      </w:r>
      <w:r w:rsidRPr="009A4E33">
        <w:rPr>
          <w:rFonts w:ascii="Comenia Serif" w:hAnsi="Comenia Serif"/>
          <w:sz w:val="20"/>
          <w:szCs w:val="20"/>
        </w:rPr>
        <w:t>a jejich stručné zdůvodnění</w:t>
      </w:r>
    </w:p>
    <w:p w14:paraId="6B415DDE" w14:textId="77777777" w:rsidR="00FB2198" w:rsidRPr="009A4E33" w:rsidRDefault="00FB2198" w:rsidP="00862D26">
      <w:pPr>
        <w:tabs>
          <w:tab w:val="left" w:pos="1095"/>
        </w:tabs>
        <w:jc w:val="both"/>
        <w:rPr>
          <w:rFonts w:ascii="Comenia Serif" w:hAnsi="Comenia Serif"/>
          <w:sz w:val="20"/>
          <w:szCs w:val="20"/>
        </w:rPr>
      </w:pPr>
    </w:p>
    <w:p w14:paraId="45BAFC9E" w14:textId="77777777" w:rsidR="00FB2198" w:rsidRPr="009A4E33" w:rsidRDefault="00FB2198" w:rsidP="00862D26">
      <w:pPr>
        <w:pStyle w:val="Odstavecseseznamem"/>
        <w:ind w:left="927"/>
        <w:jc w:val="both"/>
        <w:rPr>
          <w:rFonts w:ascii="Comenia Serif" w:hAnsi="Comenia Serif"/>
          <w:sz w:val="20"/>
          <w:szCs w:val="20"/>
        </w:rPr>
      </w:pPr>
    </w:p>
    <w:p w14:paraId="317A13B0" w14:textId="32742D18" w:rsidR="00A9352D" w:rsidRPr="009A4E33" w:rsidRDefault="00A9352D" w:rsidP="00862D26">
      <w:pPr>
        <w:pStyle w:val="Odstavecseseznamem"/>
        <w:numPr>
          <w:ilvl w:val="0"/>
          <w:numId w:val="12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náklady na konference</w:t>
      </w:r>
      <w:r w:rsidR="00390AA3">
        <w:rPr>
          <w:rFonts w:ascii="Comenia Serif" w:hAnsi="Comenia Serif"/>
          <w:sz w:val="20"/>
          <w:szCs w:val="20"/>
        </w:rPr>
        <w:t xml:space="preserve"> 75</w:t>
      </w:r>
      <w:r w:rsidR="00390AA3">
        <w:rPr>
          <w:rFonts w:ascii="Calibri" w:hAnsi="Calibri" w:cs="Calibri"/>
          <w:sz w:val="20"/>
          <w:szCs w:val="20"/>
        </w:rPr>
        <w:t> </w:t>
      </w:r>
      <w:r w:rsidR="00390AA3">
        <w:rPr>
          <w:rFonts w:ascii="Comenia Serif" w:hAnsi="Comenia Serif"/>
          <w:sz w:val="20"/>
          <w:szCs w:val="20"/>
        </w:rPr>
        <w:t>657,74</w:t>
      </w:r>
      <w:r w:rsidRPr="009A4E33">
        <w:rPr>
          <w:rFonts w:ascii="Comenia Serif" w:hAnsi="Comenia Serif"/>
          <w:sz w:val="20"/>
          <w:szCs w:val="20"/>
        </w:rPr>
        <w:t xml:space="preserve"> Kč</w:t>
      </w:r>
    </w:p>
    <w:p w14:paraId="33521C0F" w14:textId="31949AF7" w:rsidR="00A9352D" w:rsidRPr="009A4E33" w:rsidRDefault="00A9352D" w:rsidP="00862D26">
      <w:pPr>
        <w:ind w:left="927" w:firstLine="360"/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a) </w:t>
      </w:r>
      <w:r w:rsidR="00A10B58" w:rsidRPr="009A4E33">
        <w:rPr>
          <w:rFonts w:ascii="Comenia Serif" w:hAnsi="Comenia Serif"/>
          <w:sz w:val="20"/>
          <w:szCs w:val="20"/>
        </w:rPr>
        <w:t xml:space="preserve"> </w:t>
      </w:r>
      <w:r w:rsidR="00C356E3" w:rsidRPr="009A4E33">
        <w:rPr>
          <w:rFonts w:ascii="Comenia Serif" w:hAnsi="Comenia Serif"/>
          <w:sz w:val="20"/>
          <w:szCs w:val="20"/>
        </w:rPr>
        <w:t xml:space="preserve"> </w:t>
      </w:r>
      <w:r w:rsidRPr="009A4E33">
        <w:rPr>
          <w:rFonts w:ascii="Comenia Serif" w:hAnsi="Comenia Serif"/>
          <w:sz w:val="20"/>
          <w:szCs w:val="20"/>
        </w:rPr>
        <w:t xml:space="preserve">konferenční poplatky </w:t>
      </w:r>
      <w:r w:rsidR="00390AA3">
        <w:rPr>
          <w:rFonts w:ascii="Comenia Serif" w:hAnsi="Comenia Serif"/>
          <w:sz w:val="20"/>
          <w:szCs w:val="20"/>
        </w:rPr>
        <w:t>26</w:t>
      </w:r>
      <w:r w:rsidR="00390AA3">
        <w:rPr>
          <w:rFonts w:ascii="Calibri" w:hAnsi="Calibri" w:cs="Calibri"/>
          <w:sz w:val="20"/>
          <w:szCs w:val="20"/>
        </w:rPr>
        <w:t> </w:t>
      </w:r>
      <w:r w:rsidR="00390AA3">
        <w:rPr>
          <w:rFonts w:ascii="Comenia Serif" w:hAnsi="Comenia Serif"/>
          <w:sz w:val="20"/>
          <w:szCs w:val="20"/>
        </w:rPr>
        <w:t xml:space="preserve">025,74 </w:t>
      </w:r>
      <w:r w:rsidRPr="009A4E33">
        <w:rPr>
          <w:rFonts w:ascii="Comenia Serif" w:hAnsi="Comenia Serif"/>
          <w:sz w:val="20"/>
          <w:szCs w:val="20"/>
        </w:rPr>
        <w:t>Kč a jejich stručné zdůvodnění</w:t>
      </w:r>
    </w:p>
    <w:p w14:paraId="700B2C1C" w14:textId="4FA1BBA9" w:rsidR="00A9352D" w:rsidRPr="009A4E33" w:rsidRDefault="00A9352D" w:rsidP="00862D26">
      <w:pPr>
        <w:pStyle w:val="Odstavecseseznamem"/>
        <w:numPr>
          <w:ilvl w:val="0"/>
          <w:numId w:val="15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cestovní výdaje </w:t>
      </w:r>
      <w:r w:rsidR="00390AA3">
        <w:rPr>
          <w:rFonts w:ascii="Comenia Serif" w:hAnsi="Comenia Serif"/>
          <w:sz w:val="20"/>
          <w:szCs w:val="20"/>
        </w:rPr>
        <w:t>49</w:t>
      </w:r>
      <w:r w:rsidR="00390AA3">
        <w:rPr>
          <w:rFonts w:ascii="Calibri" w:hAnsi="Calibri" w:cs="Calibri"/>
          <w:sz w:val="20"/>
          <w:szCs w:val="20"/>
        </w:rPr>
        <w:t> </w:t>
      </w:r>
      <w:r w:rsidR="00390AA3">
        <w:rPr>
          <w:rFonts w:ascii="Comenia Serif" w:hAnsi="Comenia Serif"/>
          <w:sz w:val="20"/>
          <w:szCs w:val="20"/>
        </w:rPr>
        <w:t xml:space="preserve">632 </w:t>
      </w:r>
      <w:r w:rsidRPr="009A4E33">
        <w:rPr>
          <w:rFonts w:ascii="Comenia Serif" w:hAnsi="Comenia Serif"/>
          <w:sz w:val="20"/>
          <w:szCs w:val="20"/>
        </w:rPr>
        <w:t>Kč a jejich stručné zdůvodnění</w:t>
      </w:r>
    </w:p>
    <w:p w14:paraId="77A82501" w14:textId="77777777" w:rsidR="00A9352D" w:rsidRPr="009A4E33" w:rsidRDefault="00A9352D" w:rsidP="00862D26">
      <w:pPr>
        <w:jc w:val="both"/>
        <w:rPr>
          <w:rFonts w:ascii="Comenia Serif" w:hAnsi="Comenia Serif"/>
          <w:sz w:val="20"/>
          <w:szCs w:val="20"/>
        </w:rPr>
      </w:pPr>
    </w:p>
    <w:p w14:paraId="08A09ADE" w14:textId="1088DD05" w:rsidR="00A9352D" w:rsidRPr="009A4E33" w:rsidRDefault="00A9352D" w:rsidP="00862D26">
      <w:pPr>
        <w:pStyle w:val="Odstavecseseznamem"/>
        <w:numPr>
          <w:ilvl w:val="0"/>
          <w:numId w:val="12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další náklady</w:t>
      </w:r>
      <w:r w:rsidR="001762D9">
        <w:rPr>
          <w:rFonts w:ascii="Comenia Serif" w:hAnsi="Comenia Serif"/>
          <w:sz w:val="20"/>
          <w:szCs w:val="20"/>
        </w:rPr>
        <w:t xml:space="preserve"> 53</w:t>
      </w:r>
      <w:r w:rsidR="001762D9">
        <w:rPr>
          <w:rFonts w:ascii="Calibri" w:hAnsi="Calibri" w:cs="Calibri"/>
          <w:sz w:val="20"/>
          <w:szCs w:val="20"/>
        </w:rPr>
        <w:t> </w:t>
      </w:r>
      <w:r w:rsidR="001762D9">
        <w:rPr>
          <w:rFonts w:ascii="Comenia Serif" w:hAnsi="Comenia Serif"/>
          <w:sz w:val="20"/>
          <w:szCs w:val="20"/>
        </w:rPr>
        <w:t>440,72</w:t>
      </w:r>
      <w:r w:rsidRPr="009A4E33">
        <w:rPr>
          <w:rFonts w:ascii="Comenia Serif" w:hAnsi="Comenia Serif"/>
          <w:sz w:val="20"/>
          <w:szCs w:val="20"/>
        </w:rPr>
        <w:t xml:space="preserve"> Kč</w:t>
      </w:r>
    </w:p>
    <w:p w14:paraId="1461E1BC" w14:textId="25736DB5" w:rsidR="00A9352D" w:rsidRPr="009A4E33" w:rsidRDefault="00A9352D" w:rsidP="00862D26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náklady nebo výdaje na pořízení hmotného a nehmotného majetku </w:t>
      </w:r>
      <w:r w:rsidR="00390AA3">
        <w:rPr>
          <w:rFonts w:ascii="Comenia Serif" w:hAnsi="Comenia Serif"/>
          <w:sz w:val="20"/>
          <w:szCs w:val="20"/>
        </w:rPr>
        <w:t xml:space="preserve"> 2</w:t>
      </w:r>
      <w:r w:rsidR="00390AA3">
        <w:rPr>
          <w:rFonts w:ascii="Calibri" w:hAnsi="Calibri" w:cs="Calibri"/>
          <w:sz w:val="20"/>
          <w:szCs w:val="20"/>
        </w:rPr>
        <w:t> </w:t>
      </w:r>
      <w:r w:rsidR="00390AA3">
        <w:rPr>
          <w:rFonts w:ascii="Comenia Serif" w:hAnsi="Comenia Serif"/>
          <w:sz w:val="20"/>
          <w:szCs w:val="20"/>
        </w:rPr>
        <w:t xml:space="preserve">439,36 </w:t>
      </w:r>
      <w:r w:rsidRPr="009A4E33">
        <w:rPr>
          <w:rFonts w:ascii="Comenia Serif" w:hAnsi="Comenia Serif" w:cs="Times New Roman"/>
          <w:sz w:val="20"/>
          <w:szCs w:val="20"/>
        </w:rPr>
        <w:t>Kč a jejich stručné zdůvodnění</w:t>
      </w:r>
    </w:p>
    <w:p w14:paraId="0A1DADC9" w14:textId="5BDC155A" w:rsidR="00A9352D" w:rsidRPr="009A4E33" w:rsidRDefault="00A9352D" w:rsidP="00862D26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provozní náklady</w:t>
      </w:r>
      <w:r w:rsidR="00390AA3">
        <w:rPr>
          <w:rFonts w:ascii="Comenia Serif" w:hAnsi="Comenia Serif"/>
          <w:sz w:val="20"/>
          <w:szCs w:val="20"/>
        </w:rPr>
        <w:t xml:space="preserve"> 19</w:t>
      </w:r>
      <w:r w:rsidR="00390AA3">
        <w:rPr>
          <w:rFonts w:ascii="Calibri" w:hAnsi="Calibri" w:cs="Calibri"/>
          <w:sz w:val="20"/>
          <w:szCs w:val="20"/>
        </w:rPr>
        <w:t> </w:t>
      </w:r>
      <w:r w:rsidR="00390AA3">
        <w:rPr>
          <w:rFonts w:ascii="Comenia Serif" w:hAnsi="Comenia Serif"/>
          <w:sz w:val="20"/>
          <w:szCs w:val="20"/>
        </w:rPr>
        <w:t>178,01</w:t>
      </w:r>
      <w:r w:rsidRPr="009A4E33">
        <w:rPr>
          <w:rFonts w:ascii="Comenia Serif" w:hAnsi="Comenia Serif"/>
          <w:sz w:val="20"/>
          <w:szCs w:val="20"/>
        </w:rPr>
        <w:t xml:space="preserve"> Kč a jejich stručné zdůvodnění</w:t>
      </w:r>
    </w:p>
    <w:p w14:paraId="2FA0AC3F" w14:textId="619D6D58" w:rsidR="00A9352D" w:rsidRPr="009A4E33" w:rsidRDefault="00A9352D" w:rsidP="00862D26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 w:cs="Times New Roman"/>
          <w:sz w:val="20"/>
          <w:szCs w:val="20"/>
        </w:rPr>
        <w:t>služby</w:t>
      </w:r>
      <w:r w:rsidR="00C356E3" w:rsidRPr="009A4E33">
        <w:rPr>
          <w:rFonts w:ascii="Comenia Serif" w:hAnsi="Comenia Serif" w:cs="Times New Roman"/>
          <w:sz w:val="20"/>
          <w:szCs w:val="20"/>
        </w:rPr>
        <w:t xml:space="preserve"> (mimo konferenčních poplatků) </w:t>
      </w:r>
      <w:r w:rsidR="00390AA3">
        <w:rPr>
          <w:rFonts w:ascii="Comenia Serif" w:hAnsi="Comenia Serif" w:cs="Times New Roman"/>
          <w:sz w:val="20"/>
          <w:szCs w:val="20"/>
        </w:rPr>
        <w:t>31</w:t>
      </w:r>
      <w:r w:rsidR="00390AA3">
        <w:rPr>
          <w:rFonts w:ascii="Calibri" w:hAnsi="Calibri" w:cs="Calibri"/>
          <w:sz w:val="20"/>
          <w:szCs w:val="20"/>
        </w:rPr>
        <w:t> </w:t>
      </w:r>
      <w:r w:rsidR="00390AA3">
        <w:rPr>
          <w:rFonts w:ascii="Comenia Serif" w:hAnsi="Comenia Serif" w:cs="Times New Roman"/>
          <w:sz w:val="20"/>
          <w:szCs w:val="20"/>
        </w:rPr>
        <w:t xml:space="preserve">777 </w:t>
      </w:r>
      <w:r w:rsidRPr="009A4E33">
        <w:rPr>
          <w:rFonts w:ascii="Comenia Serif" w:hAnsi="Comenia Serif" w:cs="Times New Roman"/>
          <w:sz w:val="20"/>
          <w:szCs w:val="20"/>
        </w:rPr>
        <w:t>Kč a jejich stručné zdůvodnění</w:t>
      </w:r>
    </w:p>
    <w:p w14:paraId="41FCB784" w14:textId="06BB1C23" w:rsidR="00A9352D" w:rsidRPr="009A4E33" w:rsidRDefault="00384BC7" w:rsidP="00862D26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 w:cs="Times New Roman"/>
          <w:sz w:val="20"/>
          <w:szCs w:val="20"/>
        </w:rPr>
        <w:t>doplňkové náklady</w:t>
      </w:r>
      <w:r w:rsidR="00390AA3">
        <w:rPr>
          <w:rFonts w:ascii="Comenia Serif" w:hAnsi="Comenia Serif" w:cs="Times New Roman"/>
          <w:sz w:val="20"/>
          <w:szCs w:val="20"/>
        </w:rPr>
        <w:t xml:space="preserve"> 46,35</w:t>
      </w:r>
      <w:r w:rsidRPr="009A4E33">
        <w:rPr>
          <w:rFonts w:ascii="Comenia Serif" w:hAnsi="Comenia Serif" w:cs="Times New Roman"/>
          <w:color w:val="FF0000"/>
          <w:sz w:val="20"/>
          <w:szCs w:val="20"/>
        </w:rPr>
        <w:t xml:space="preserve"> </w:t>
      </w:r>
      <w:r w:rsidR="00A9352D" w:rsidRPr="009A4E33">
        <w:rPr>
          <w:rFonts w:ascii="Comenia Serif" w:hAnsi="Comenia Serif" w:cs="Times New Roman"/>
          <w:sz w:val="20"/>
          <w:szCs w:val="20"/>
        </w:rPr>
        <w:t>Kč a jejich stručné zdůvodnění</w:t>
      </w:r>
    </w:p>
    <w:p w14:paraId="17191980" w14:textId="77777777" w:rsidR="00A9352D" w:rsidRPr="009A4E33" w:rsidRDefault="00A9352D" w:rsidP="00862D26">
      <w:pPr>
        <w:jc w:val="both"/>
        <w:rPr>
          <w:rFonts w:ascii="Comenia Serif" w:hAnsi="Comenia Serif"/>
          <w:sz w:val="20"/>
          <w:szCs w:val="20"/>
        </w:rPr>
      </w:pPr>
    </w:p>
    <w:p w14:paraId="38F3EF1C" w14:textId="77777777" w:rsidR="00FB2198" w:rsidRPr="009A4E33" w:rsidRDefault="00FB2198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128D413" w14:textId="77777777" w:rsidR="00703801" w:rsidRPr="009A4E33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Splnění cílů řešení a přínos projektu</w:t>
      </w:r>
    </w:p>
    <w:p w14:paraId="165C9AA5" w14:textId="77777777" w:rsidR="00703801" w:rsidRPr="009A4E33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79A57931" w14:textId="77777777" w:rsidR="00384BC7" w:rsidRPr="009A4E33" w:rsidRDefault="00384BC7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5C273C8E" w14:textId="77777777" w:rsidR="00451ADF" w:rsidRPr="009A4E33" w:rsidRDefault="00703801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lastRenderedPageBreak/>
        <w:t>Kontrolovatelné výsledky</w:t>
      </w:r>
      <w:r w:rsidR="009E1714" w:rsidRPr="009A4E33">
        <w:rPr>
          <w:rFonts w:ascii="Comenia Serif" w:hAnsi="Comenia Serif"/>
          <w:b/>
          <w:bCs/>
          <w:sz w:val="20"/>
          <w:szCs w:val="20"/>
        </w:rPr>
        <w:t xml:space="preserve"> </w:t>
      </w:r>
      <w:r w:rsidRPr="009A4E33">
        <w:rPr>
          <w:rFonts w:ascii="Comenia Serif" w:hAnsi="Comenia Serif"/>
          <w:b/>
          <w:bCs/>
          <w:sz w:val="20"/>
          <w:szCs w:val="20"/>
        </w:rPr>
        <w:t xml:space="preserve">řešení </w:t>
      </w:r>
    </w:p>
    <w:p w14:paraId="684AFD75" w14:textId="77777777" w:rsidR="00451ADF" w:rsidRPr="009A4E33" w:rsidRDefault="00451ADF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1FEA6499" w14:textId="77777777" w:rsidR="00703801" w:rsidRPr="009A4E33" w:rsidRDefault="00703801" w:rsidP="000F4B72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Uveďte zejména publikace, které vznikly na základě řešení projektu a dále zda dané publikace byly skutečně zadány do OBD s vazbou na RIV.</w:t>
      </w:r>
      <w:r w:rsidR="000F4B72" w:rsidRPr="009A4E33">
        <w:rPr>
          <w:rFonts w:ascii="Comenia Serif" w:hAnsi="Comenia Serif"/>
          <w:sz w:val="20"/>
          <w:szCs w:val="20"/>
        </w:rPr>
        <w:t xml:space="preserve"> U publikačních výsledků uvádějte informaci, do které databáze (Scopus či Thomson ISI WOK) budou indexovány a kolika </w:t>
      </w:r>
      <w:r w:rsidR="00607E3B" w:rsidRPr="009A4E33">
        <w:rPr>
          <w:rFonts w:ascii="Comenia Serif" w:hAnsi="Comenia Serif"/>
          <w:sz w:val="20"/>
          <w:szCs w:val="20"/>
        </w:rPr>
        <w:t>FIM</w:t>
      </w:r>
      <w:r w:rsidR="000F4B72" w:rsidRPr="009A4E33">
        <w:rPr>
          <w:rFonts w:ascii="Comenia Serif" w:hAnsi="Comenia Serif"/>
          <w:sz w:val="20"/>
          <w:szCs w:val="20"/>
        </w:rPr>
        <w:t xml:space="preserve"> body předpokládáte ohodnocení. Pokud je výsledek výstupem více projektů, je třeba tuto skutečnost také uvést a body dělit počtem projektů vykazujících takový výsledek.</w:t>
      </w:r>
      <w:r w:rsidRPr="009A4E33">
        <w:rPr>
          <w:rFonts w:ascii="Comenia Serif" w:hAnsi="Comenia Serif"/>
          <w:sz w:val="20"/>
          <w:szCs w:val="20"/>
        </w:rPr>
        <w:t xml:space="preserve"> </w:t>
      </w:r>
    </w:p>
    <w:p w14:paraId="7E21F50E" w14:textId="77777777" w:rsidR="00703801" w:rsidRPr="009A4E33" w:rsidRDefault="00703801" w:rsidP="000F4B72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14:paraId="77C3121E" w14:textId="77777777" w:rsidR="00703801" w:rsidRPr="009A4E33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Výsledky publikační činnosti v</w:t>
      </w:r>
      <w:r w:rsidR="00451ADF" w:rsidRPr="009A4E33">
        <w:rPr>
          <w:b/>
          <w:sz w:val="20"/>
          <w:szCs w:val="20"/>
        </w:rPr>
        <w:t> </w:t>
      </w:r>
      <w:r w:rsidRPr="009A4E33">
        <w:rPr>
          <w:rFonts w:ascii="Comenia Serif" w:hAnsi="Comenia Serif"/>
          <w:b/>
          <w:sz w:val="20"/>
          <w:szCs w:val="20"/>
        </w:rPr>
        <w:t>OBD</w:t>
      </w:r>
    </w:p>
    <w:p w14:paraId="119B08CE" w14:textId="77777777" w:rsidR="00451ADF" w:rsidRPr="009A4E33" w:rsidRDefault="00451ADF" w:rsidP="00703801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03AD7CB7" w14:textId="12E57A3B" w:rsidR="00703801" w:rsidRPr="009A4E33" w:rsidRDefault="00703801" w:rsidP="000F4B72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s uvedením počtu výsledků, které budou předkládány jako výsledky studentských projektů </w:t>
      </w:r>
      <w:r w:rsidR="001602C3">
        <w:rPr>
          <w:rFonts w:ascii="Comenia Serif" w:hAnsi="Comenia Serif"/>
          <w:sz w:val="20"/>
          <w:szCs w:val="20"/>
        </w:rPr>
        <w:t xml:space="preserve">          </w:t>
      </w:r>
      <w:r w:rsidRPr="009A4E33">
        <w:rPr>
          <w:rFonts w:ascii="Comenia Serif" w:hAnsi="Comenia Serif"/>
          <w:sz w:val="20"/>
          <w:szCs w:val="20"/>
        </w:rPr>
        <w:t>do RIVu (N01 Typ zdroje financování výsledku S = specifický vysokoškolský výzkum),</w:t>
      </w:r>
    </w:p>
    <w:p w14:paraId="31961C99" w14:textId="77777777" w:rsidR="00703801" w:rsidRPr="009A4E33" w:rsidRDefault="00703801" w:rsidP="000F4B72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s uvedením počtu disertačních (příp. diplomových) prací, které vznikly s podporou prostředků na specifický vysokoškolský výzkum,</w:t>
      </w:r>
    </w:p>
    <w:p w14:paraId="66D3E22F" w14:textId="77777777" w:rsidR="00703801" w:rsidRPr="009A4E33" w:rsidRDefault="00703801" w:rsidP="000F4B72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další příklady excelence dosažené s podporou prostředků na specifický vysokoškols</w:t>
      </w:r>
      <w:r w:rsidR="00451ADF" w:rsidRPr="009A4E33">
        <w:rPr>
          <w:rFonts w:ascii="Comenia Serif" w:hAnsi="Comenia Serif"/>
          <w:sz w:val="20"/>
          <w:szCs w:val="20"/>
        </w:rPr>
        <w:t>ký výzkum (např. oceněné práce).</w:t>
      </w:r>
    </w:p>
    <w:p w14:paraId="699925A6" w14:textId="77777777" w:rsidR="00451ADF" w:rsidRPr="009A4E33" w:rsidRDefault="00451ADF" w:rsidP="00451ADF">
      <w:pPr>
        <w:pStyle w:val="Default"/>
        <w:ind w:left="360"/>
        <w:jc w:val="both"/>
        <w:rPr>
          <w:rFonts w:ascii="Comenia Serif" w:hAnsi="Comenia Serif"/>
          <w:sz w:val="20"/>
          <w:szCs w:val="20"/>
        </w:rPr>
      </w:pPr>
    </w:p>
    <w:p w14:paraId="334645D2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Ke zprávě </w:t>
      </w:r>
      <w:r w:rsidR="00CB409C" w:rsidRPr="009A4E33">
        <w:rPr>
          <w:rFonts w:ascii="Comenia Serif" w:hAnsi="Comenia Serif"/>
          <w:b/>
          <w:bCs/>
          <w:sz w:val="20"/>
          <w:szCs w:val="20"/>
        </w:rPr>
        <w:t xml:space="preserve">je </w:t>
      </w:r>
      <w:r w:rsidRPr="009A4E33">
        <w:rPr>
          <w:rFonts w:ascii="Comenia Serif" w:hAnsi="Comenia Serif"/>
          <w:b/>
          <w:bCs/>
          <w:sz w:val="20"/>
          <w:szCs w:val="20"/>
        </w:rPr>
        <w:t>přilož</w:t>
      </w:r>
      <w:r w:rsidR="00CB409C" w:rsidRPr="009A4E33">
        <w:rPr>
          <w:rFonts w:ascii="Comenia Serif" w:hAnsi="Comenia Serif"/>
          <w:b/>
          <w:bCs/>
          <w:sz w:val="20"/>
          <w:szCs w:val="20"/>
        </w:rPr>
        <w:t>eno</w:t>
      </w:r>
      <w:r w:rsidRPr="009A4E33">
        <w:rPr>
          <w:rFonts w:ascii="Comenia Serif" w:hAnsi="Comenia Serif"/>
          <w:b/>
          <w:bCs/>
          <w:sz w:val="20"/>
          <w:szCs w:val="20"/>
        </w:rPr>
        <w:t xml:space="preserve">: </w:t>
      </w:r>
    </w:p>
    <w:p w14:paraId="29F14E13" w14:textId="77777777" w:rsidR="00451ADF" w:rsidRPr="009A4E33" w:rsidRDefault="00451ADF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294CFF01" w14:textId="77777777" w:rsidR="00703801" w:rsidRPr="009A4E33" w:rsidRDefault="00703801" w:rsidP="00862D26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Výpis z OBD – výsledky publikační činnosti podpořené projektem</w:t>
      </w:r>
      <w:r w:rsidR="00451ADF" w:rsidRPr="009A4E33">
        <w:rPr>
          <w:rFonts w:ascii="Comenia Serif" w:hAnsi="Comenia Serif"/>
          <w:sz w:val="20"/>
          <w:szCs w:val="20"/>
        </w:rPr>
        <w:t>.</w:t>
      </w:r>
      <w:r w:rsidRPr="009A4E33">
        <w:rPr>
          <w:rFonts w:ascii="Comenia Serif" w:hAnsi="Comenia Serif"/>
          <w:sz w:val="20"/>
          <w:szCs w:val="20"/>
        </w:rPr>
        <w:t xml:space="preserve"> </w:t>
      </w:r>
    </w:p>
    <w:p w14:paraId="09DF8383" w14:textId="77777777" w:rsidR="00703801" w:rsidRPr="009A4E33" w:rsidRDefault="00703801" w:rsidP="00862D26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„</w:t>
      </w:r>
      <w:r w:rsidR="00CB409C" w:rsidRPr="009A4E33">
        <w:rPr>
          <w:rFonts w:ascii="Comenia Serif" w:hAnsi="Comenia Serif"/>
          <w:sz w:val="20"/>
          <w:szCs w:val="20"/>
        </w:rPr>
        <w:t>Výsledovka</w:t>
      </w:r>
      <w:r w:rsidRPr="009A4E33">
        <w:rPr>
          <w:rFonts w:ascii="Comenia Serif" w:hAnsi="Comenia Serif"/>
          <w:sz w:val="20"/>
          <w:szCs w:val="20"/>
        </w:rPr>
        <w:t>“ z ekonomického informačního systému Magion – vyúčtování dotace</w:t>
      </w:r>
      <w:r w:rsidR="00451ADF" w:rsidRPr="009A4E33">
        <w:rPr>
          <w:rFonts w:ascii="Comenia Serif" w:hAnsi="Comenia Serif"/>
          <w:sz w:val="20"/>
          <w:szCs w:val="20"/>
        </w:rPr>
        <w:t>.</w:t>
      </w:r>
      <w:r w:rsidRPr="009A4E33">
        <w:rPr>
          <w:rFonts w:ascii="Comenia Serif" w:hAnsi="Comenia Serif"/>
          <w:sz w:val="20"/>
          <w:szCs w:val="20"/>
        </w:rPr>
        <w:t xml:space="preserve"> </w:t>
      </w:r>
    </w:p>
    <w:p w14:paraId="5EC4EA44" w14:textId="77777777" w:rsidR="00FB2198" w:rsidRPr="009A4E33" w:rsidRDefault="00FB2198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435C1CF4" w14:textId="0C621503" w:rsidR="00F245C4" w:rsidRPr="009A4E33" w:rsidRDefault="00F245C4" w:rsidP="00F245C4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 xml:space="preserve">Nové výsledky </w:t>
      </w:r>
      <w:r w:rsidR="003F4FE8" w:rsidRPr="009A4E33">
        <w:rPr>
          <w:rFonts w:ascii="Comenia Serif" w:hAnsi="Comenia Serif"/>
          <w:b/>
          <w:sz w:val="20"/>
          <w:szCs w:val="20"/>
        </w:rPr>
        <w:t xml:space="preserve">(skutečnosti) </w:t>
      </w:r>
      <w:r w:rsidRPr="009A4E33">
        <w:rPr>
          <w:rFonts w:ascii="Comenia Serif" w:hAnsi="Comenia Serif"/>
          <w:b/>
          <w:sz w:val="20"/>
          <w:szCs w:val="20"/>
        </w:rPr>
        <w:t>projektu od doby odevzdání výroční zprávy (uvádí se pouze v</w:t>
      </w:r>
      <w:r w:rsidRPr="009A4E33">
        <w:rPr>
          <w:rFonts w:ascii="Calibri" w:hAnsi="Calibri" w:cs="Calibri"/>
          <w:b/>
          <w:sz w:val="20"/>
          <w:szCs w:val="20"/>
        </w:rPr>
        <w:t> </w:t>
      </w:r>
      <w:r w:rsidRPr="009A4E33">
        <w:rPr>
          <w:rFonts w:ascii="Comenia Serif" w:hAnsi="Comenia Serif"/>
          <w:b/>
          <w:sz w:val="20"/>
          <w:szCs w:val="20"/>
        </w:rPr>
        <w:t xml:space="preserve">případě odevzdání závěrečné zprávy): </w:t>
      </w:r>
      <w:r w:rsidR="00C16ECE">
        <w:rPr>
          <w:rFonts w:ascii="Comenia Serif" w:hAnsi="Comenia Serif"/>
          <w:b/>
          <w:sz w:val="20"/>
          <w:szCs w:val="20"/>
        </w:rPr>
        <w:t>-</w:t>
      </w:r>
    </w:p>
    <w:p w14:paraId="3FCF85D9" w14:textId="77777777" w:rsidR="00F245C4" w:rsidRPr="009A4E33" w:rsidRDefault="00F245C4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174E9B12" w14:textId="77777777" w:rsidR="00F245C4" w:rsidRPr="009A4E33" w:rsidRDefault="00F245C4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3D9FAEB9" w14:textId="77777777" w:rsidR="00F245C4" w:rsidRPr="009A4E33" w:rsidRDefault="00F245C4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31FEB6FD" w14:textId="77777777" w:rsidR="00F245C4" w:rsidRPr="009A4E33" w:rsidRDefault="00F245C4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13BEE234" w14:textId="77777777" w:rsidR="00F245C4" w:rsidRPr="009A4E33" w:rsidRDefault="00F245C4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1CF893A6" w14:textId="205284DE" w:rsidR="00703801" w:rsidRPr="009A4E33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Datum ukončení projektu</w:t>
      </w:r>
      <w:r w:rsidR="00B90399" w:rsidRPr="009A4E33">
        <w:rPr>
          <w:rFonts w:ascii="Comenia Serif" w:hAnsi="Comenia Serif"/>
          <w:b/>
          <w:sz w:val="20"/>
          <w:szCs w:val="20"/>
        </w:rPr>
        <w:t xml:space="preserve"> (uvád</w:t>
      </w:r>
      <w:r w:rsidR="00CB409C" w:rsidRPr="009A4E33">
        <w:rPr>
          <w:rFonts w:ascii="Comenia Serif" w:hAnsi="Comenia Serif"/>
          <w:b/>
          <w:sz w:val="20"/>
          <w:szCs w:val="20"/>
        </w:rPr>
        <w:t xml:space="preserve">í se </w:t>
      </w:r>
      <w:r w:rsidR="00B90399" w:rsidRPr="009A4E33">
        <w:rPr>
          <w:rFonts w:ascii="Comenia Serif" w:hAnsi="Comenia Serif"/>
          <w:b/>
          <w:sz w:val="20"/>
          <w:szCs w:val="20"/>
        </w:rPr>
        <w:t>pouze v</w:t>
      </w:r>
      <w:r w:rsidR="00B90399" w:rsidRPr="009A4E33">
        <w:rPr>
          <w:rFonts w:ascii="Calibri" w:hAnsi="Calibri" w:cs="Calibri"/>
          <w:b/>
          <w:sz w:val="20"/>
          <w:szCs w:val="20"/>
        </w:rPr>
        <w:t> </w:t>
      </w:r>
      <w:r w:rsidR="00B90399" w:rsidRPr="009A4E33">
        <w:rPr>
          <w:rFonts w:ascii="Comenia Serif" w:hAnsi="Comenia Serif"/>
          <w:b/>
          <w:sz w:val="20"/>
          <w:szCs w:val="20"/>
        </w:rPr>
        <w:t xml:space="preserve">případě </w:t>
      </w:r>
      <w:r w:rsidR="005F71EB" w:rsidRPr="009A4E33">
        <w:rPr>
          <w:rFonts w:ascii="Comenia Serif" w:hAnsi="Comenia Serif"/>
          <w:b/>
          <w:sz w:val="20"/>
          <w:szCs w:val="20"/>
        </w:rPr>
        <w:t xml:space="preserve">odevzdání </w:t>
      </w:r>
      <w:r w:rsidR="00B90399" w:rsidRPr="009A4E33">
        <w:rPr>
          <w:rFonts w:ascii="Comenia Serif" w:hAnsi="Comenia Serif"/>
          <w:b/>
          <w:sz w:val="20"/>
          <w:szCs w:val="20"/>
        </w:rPr>
        <w:t>závěrečné zprávy)</w:t>
      </w:r>
      <w:r w:rsidRPr="009A4E33">
        <w:rPr>
          <w:rFonts w:ascii="Comenia Serif" w:hAnsi="Comenia Serif"/>
          <w:b/>
          <w:sz w:val="20"/>
          <w:szCs w:val="20"/>
        </w:rPr>
        <w:t xml:space="preserve">: </w:t>
      </w:r>
      <w:r w:rsidR="005D6578">
        <w:rPr>
          <w:rFonts w:ascii="Comenia Serif" w:hAnsi="Comenia Serif"/>
          <w:b/>
          <w:sz w:val="20"/>
          <w:szCs w:val="20"/>
        </w:rPr>
        <w:t>24. 10. 2024</w:t>
      </w:r>
    </w:p>
    <w:p w14:paraId="074507F9" w14:textId="77777777" w:rsidR="00451ADF" w:rsidRPr="009A4E33" w:rsidRDefault="00451ADF" w:rsidP="00703801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7E4F8590" w14:textId="77777777" w:rsidR="00F519AE" w:rsidRPr="009A4E33" w:rsidRDefault="00F519AE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4BC3E8A9" w14:textId="77777777" w:rsidR="00F519AE" w:rsidRPr="009A4E33" w:rsidRDefault="00F519AE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35C18545" w14:textId="4044FFE4" w:rsidR="00703801" w:rsidRPr="00703801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V</w:t>
      </w:r>
      <w:r w:rsidRPr="009A4E33">
        <w:rPr>
          <w:sz w:val="20"/>
          <w:szCs w:val="20"/>
        </w:rPr>
        <w:t> </w:t>
      </w:r>
      <w:r w:rsidR="00DD2B46" w:rsidRPr="009A4E33">
        <w:rPr>
          <w:rFonts w:ascii="Comenia Serif" w:hAnsi="Comenia Serif"/>
          <w:sz w:val="20"/>
          <w:szCs w:val="20"/>
        </w:rPr>
        <w:t>Hradci Králové, dne</w:t>
      </w:r>
      <w:r w:rsidR="00DD2B46" w:rsidRPr="009A4E33">
        <w:rPr>
          <w:rFonts w:ascii="Comenia Serif" w:hAnsi="Comenia Serif"/>
          <w:sz w:val="20"/>
          <w:szCs w:val="20"/>
        </w:rPr>
        <w:tab/>
      </w:r>
      <w:r w:rsidR="005D6578">
        <w:rPr>
          <w:rFonts w:ascii="Comenia Serif" w:hAnsi="Comenia Serif"/>
          <w:sz w:val="20"/>
          <w:szCs w:val="20"/>
        </w:rPr>
        <w:t>24.10. 2024</w:t>
      </w:r>
      <w:r w:rsidR="00DD2B46" w:rsidRPr="009A4E33">
        <w:rPr>
          <w:rFonts w:ascii="Comenia Serif" w:hAnsi="Comenia Serif"/>
          <w:sz w:val="20"/>
          <w:szCs w:val="20"/>
        </w:rPr>
        <w:tab/>
      </w:r>
      <w:r w:rsidR="00DD2B46" w:rsidRPr="009A4E33">
        <w:rPr>
          <w:rFonts w:ascii="Comenia Serif" w:hAnsi="Comenia Serif"/>
          <w:sz w:val="20"/>
          <w:szCs w:val="20"/>
        </w:rPr>
        <w:tab/>
      </w:r>
      <w:r w:rsidR="00DD2B46" w:rsidRPr="009A4E33">
        <w:rPr>
          <w:rFonts w:ascii="Comenia Serif" w:hAnsi="Comenia Serif"/>
          <w:sz w:val="20"/>
          <w:szCs w:val="20"/>
        </w:rPr>
        <w:tab/>
      </w:r>
      <w:r w:rsidR="00DD2B46" w:rsidRPr="009A4E33">
        <w:rPr>
          <w:rFonts w:ascii="Comenia Serif" w:hAnsi="Comenia Serif"/>
          <w:sz w:val="20"/>
          <w:szCs w:val="20"/>
        </w:rPr>
        <w:tab/>
      </w:r>
      <w:r w:rsidR="00DD2B46"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>Podpis odpovědného řešitele</w:t>
      </w:r>
    </w:p>
    <w:sectPr w:rsidR="00703801" w:rsidRPr="00703801" w:rsidSect="00DD2B46">
      <w:headerReference w:type="first" r:id="rId11"/>
      <w:footerReference w:type="first" r:id="rId12"/>
      <w:pgSz w:w="11900" w:h="16840"/>
      <w:pgMar w:top="1418" w:right="1418" w:bottom="1134" w:left="1418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2728F" w14:textId="77777777" w:rsidR="00522F67" w:rsidRDefault="00522F67" w:rsidP="00F50543">
      <w:r>
        <w:separator/>
      </w:r>
    </w:p>
  </w:endnote>
  <w:endnote w:type="continuationSeparator" w:id="0">
    <w:p w14:paraId="5030A230" w14:textId="77777777" w:rsidR="00522F67" w:rsidRDefault="00522F67" w:rsidP="00F50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enia Serif">
    <w:altName w:val="Corbel"/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9170" w14:textId="77777777" w:rsidR="000F0950" w:rsidRDefault="00952DF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4C9466" wp14:editId="6CE5DC67">
              <wp:simplePos x="0" y="0"/>
              <wp:positionH relativeFrom="page">
                <wp:posOffset>1232535</wp:posOffset>
              </wp:positionH>
              <wp:positionV relativeFrom="page">
                <wp:posOffset>9810750</wp:posOffset>
              </wp:positionV>
              <wp:extent cx="5400040" cy="360045"/>
              <wp:effectExtent l="3810" t="0" r="0" b="1905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2FEC8" w14:textId="77777777" w:rsidR="000F0950" w:rsidRPr="008E033C" w:rsidRDefault="000F0950" w:rsidP="000F095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4C946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97.05pt;margin-top:772.5pt;width:425.2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" filled="f" stroked="f">
              <v:textbox inset="0,0,0,0">
                <w:txbxContent>
                  <w:p w14:paraId="0BA2FEC8" w14:textId="77777777" w:rsidR="000F0950" w:rsidRPr="008E033C" w:rsidRDefault="000F0950" w:rsidP="000F0950"/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B089D" w14:textId="77777777" w:rsidR="00522F67" w:rsidRDefault="00522F67" w:rsidP="00F50543">
      <w:r>
        <w:separator/>
      </w:r>
    </w:p>
  </w:footnote>
  <w:footnote w:type="continuationSeparator" w:id="0">
    <w:p w14:paraId="6D45D8C1" w14:textId="77777777" w:rsidR="00522F67" w:rsidRDefault="00522F67" w:rsidP="00F50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EEE8" w14:textId="1CE2EF20" w:rsidR="000F0950" w:rsidRDefault="00D8686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1" layoutInCell="1" allowOverlap="1" wp14:anchorId="48FC521A" wp14:editId="0C74BD24">
          <wp:simplePos x="0" y="0"/>
          <wp:positionH relativeFrom="page">
            <wp:posOffset>347980</wp:posOffset>
          </wp:positionH>
          <wp:positionV relativeFrom="page">
            <wp:posOffset>180975</wp:posOffset>
          </wp:positionV>
          <wp:extent cx="2804160" cy="1195070"/>
          <wp:effectExtent l="0" t="0" r="0" b="5080"/>
          <wp:wrapTight wrapText="bothSides">
            <wp:wrapPolygon edited="0">
              <wp:start x="0" y="0"/>
              <wp:lineTo x="0" y="21348"/>
              <wp:lineTo x="21424" y="21348"/>
              <wp:lineTo x="21424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m-uhk-cz_ver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4160" cy="1195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2B99"/>
    <w:multiLevelType w:val="hybridMultilevel"/>
    <w:tmpl w:val="737E2740"/>
    <w:lvl w:ilvl="0" w:tplc="1BF04480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3B01EFD"/>
    <w:multiLevelType w:val="hybridMultilevel"/>
    <w:tmpl w:val="784A2C44"/>
    <w:lvl w:ilvl="0" w:tplc="006EC03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F3954"/>
    <w:multiLevelType w:val="hybridMultilevel"/>
    <w:tmpl w:val="A46EB23E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0750A"/>
    <w:multiLevelType w:val="hybridMultilevel"/>
    <w:tmpl w:val="74484D1C"/>
    <w:lvl w:ilvl="0" w:tplc="880E2B18">
      <w:start w:val="1"/>
      <w:numFmt w:val="decimal"/>
      <w:lvlText w:val="%1."/>
      <w:lvlJc w:val="left"/>
      <w:pPr>
        <w:ind w:left="1287" w:hanging="360"/>
      </w:pPr>
      <w:rPr>
        <w:rFonts w:ascii="Comenia Serif" w:eastAsia="Cambria" w:hAnsi="Comenia Serif" w:cs="Times New Roman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26497DFC"/>
    <w:multiLevelType w:val="hybridMultilevel"/>
    <w:tmpl w:val="CEF2D53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2D1586"/>
    <w:multiLevelType w:val="hybridMultilevel"/>
    <w:tmpl w:val="1D84A684"/>
    <w:lvl w:ilvl="0" w:tplc="AF2EFDC6">
      <w:start w:val="2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41454088"/>
    <w:multiLevelType w:val="hybridMultilevel"/>
    <w:tmpl w:val="D2AA44B2"/>
    <w:lvl w:ilvl="0" w:tplc="F1DE574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4560420C"/>
    <w:multiLevelType w:val="hybridMultilevel"/>
    <w:tmpl w:val="D89EB592"/>
    <w:lvl w:ilvl="0" w:tplc="CAF6D67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45632C36"/>
    <w:multiLevelType w:val="hybridMultilevel"/>
    <w:tmpl w:val="019614FE"/>
    <w:lvl w:ilvl="0" w:tplc="AFE678D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A9C1922"/>
    <w:multiLevelType w:val="hybridMultilevel"/>
    <w:tmpl w:val="50A061A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C2751B"/>
    <w:multiLevelType w:val="hybridMultilevel"/>
    <w:tmpl w:val="6EBECAE4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54AD4"/>
    <w:multiLevelType w:val="hybridMultilevel"/>
    <w:tmpl w:val="C2A81936"/>
    <w:lvl w:ilvl="0" w:tplc="6AA26B1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 w15:restartNumberingAfterBreak="0">
    <w:nsid w:val="67D058A9"/>
    <w:multiLevelType w:val="hybridMultilevel"/>
    <w:tmpl w:val="FF4CCBDA"/>
    <w:lvl w:ilvl="0" w:tplc="8B12D2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BE56F1D"/>
    <w:multiLevelType w:val="hybridMultilevel"/>
    <w:tmpl w:val="D196F7E0"/>
    <w:lvl w:ilvl="0" w:tplc="1234B608">
      <w:numFmt w:val="bullet"/>
      <w:lvlText w:val="-"/>
      <w:lvlJc w:val="left"/>
      <w:pPr>
        <w:ind w:left="720" w:hanging="360"/>
      </w:pPr>
      <w:rPr>
        <w:rFonts w:ascii="Comenia Serif" w:eastAsiaTheme="minorHAnsi" w:hAnsi="Comenia Serif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514789"/>
    <w:multiLevelType w:val="hybridMultilevel"/>
    <w:tmpl w:val="92C03344"/>
    <w:lvl w:ilvl="0" w:tplc="B610342A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3824ED"/>
    <w:multiLevelType w:val="hybridMultilevel"/>
    <w:tmpl w:val="9A2E5D3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7E240F07"/>
    <w:multiLevelType w:val="hybridMultilevel"/>
    <w:tmpl w:val="D9006E36"/>
    <w:lvl w:ilvl="0" w:tplc="425631C6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num w:numId="1" w16cid:durableId="1138454927">
    <w:abstractNumId w:val="10"/>
  </w:num>
  <w:num w:numId="2" w16cid:durableId="1263798157">
    <w:abstractNumId w:val="12"/>
  </w:num>
  <w:num w:numId="3" w16cid:durableId="1646356531">
    <w:abstractNumId w:val="2"/>
  </w:num>
  <w:num w:numId="4" w16cid:durableId="508952684">
    <w:abstractNumId w:val="3"/>
  </w:num>
  <w:num w:numId="5" w16cid:durableId="1829899401">
    <w:abstractNumId w:val="9"/>
  </w:num>
  <w:num w:numId="6" w16cid:durableId="1756900623">
    <w:abstractNumId w:val="4"/>
  </w:num>
  <w:num w:numId="7" w16cid:durableId="2013020472">
    <w:abstractNumId w:val="15"/>
  </w:num>
  <w:num w:numId="8" w16cid:durableId="124542685">
    <w:abstractNumId w:val="13"/>
  </w:num>
  <w:num w:numId="9" w16cid:durableId="580866958">
    <w:abstractNumId w:val="0"/>
  </w:num>
  <w:num w:numId="10" w16cid:durableId="147481363">
    <w:abstractNumId w:val="16"/>
  </w:num>
  <w:num w:numId="11" w16cid:durableId="987829263">
    <w:abstractNumId w:val="11"/>
  </w:num>
  <w:num w:numId="12" w16cid:durableId="1162157706">
    <w:abstractNumId w:val="1"/>
  </w:num>
  <w:num w:numId="13" w16cid:durableId="940648672">
    <w:abstractNumId w:val="6"/>
  </w:num>
  <w:num w:numId="14" w16cid:durableId="1011907102">
    <w:abstractNumId w:val="8"/>
  </w:num>
  <w:num w:numId="15" w16cid:durableId="480922663">
    <w:abstractNumId w:val="5"/>
  </w:num>
  <w:num w:numId="16" w16cid:durableId="940796381">
    <w:abstractNumId w:val="7"/>
  </w:num>
  <w:num w:numId="17" w16cid:durableId="132095925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E04"/>
    <w:rsid w:val="000221F5"/>
    <w:rsid w:val="00033808"/>
    <w:rsid w:val="000525BB"/>
    <w:rsid w:val="000607F6"/>
    <w:rsid w:val="00075153"/>
    <w:rsid w:val="0008014F"/>
    <w:rsid w:val="00090157"/>
    <w:rsid w:val="000971D1"/>
    <w:rsid w:val="000C56B0"/>
    <w:rsid w:val="000D2AD5"/>
    <w:rsid w:val="000D3D32"/>
    <w:rsid w:val="000D4662"/>
    <w:rsid w:val="000E332A"/>
    <w:rsid w:val="000F0950"/>
    <w:rsid w:val="000F4B72"/>
    <w:rsid w:val="000F57F5"/>
    <w:rsid w:val="001133CF"/>
    <w:rsid w:val="0011439F"/>
    <w:rsid w:val="0013064C"/>
    <w:rsid w:val="00130BFD"/>
    <w:rsid w:val="00133C38"/>
    <w:rsid w:val="00140B13"/>
    <w:rsid w:val="001424EA"/>
    <w:rsid w:val="001602C3"/>
    <w:rsid w:val="00160BBB"/>
    <w:rsid w:val="001629A1"/>
    <w:rsid w:val="001639EA"/>
    <w:rsid w:val="0016508E"/>
    <w:rsid w:val="001762D9"/>
    <w:rsid w:val="00177D12"/>
    <w:rsid w:val="00181038"/>
    <w:rsid w:val="001832DF"/>
    <w:rsid w:val="001A500D"/>
    <w:rsid w:val="001A5BB4"/>
    <w:rsid w:val="001B0531"/>
    <w:rsid w:val="001D4C48"/>
    <w:rsid w:val="001E1642"/>
    <w:rsid w:val="001F0979"/>
    <w:rsid w:val="00203D55"/>
    <w:rsid w:val="002178C2"/>
    <w:rsid w:val="00217975"/>
    <w:rsid w:val="00224FDF"/>
    <w:rsid w:val="002273CB"/>
    <w:rsid w:val="00236315"/>
    <w:rsid w:val="00254F28"/>
    <w:rsid w:val="00276075"/>
    <w:rsid w:val="00285871"/>
    <w:rsid w:val="002A59A8"/>
    <w:rsid w:val="002B71F9"/>
    <w:rsid w:val="002C194D"/>
    <w:rsid w:val="002E2EE0"/>
    <w:rsid w:val="002E3553"/>
    <w:rsid w:val="003053C9"/>
    <w:rsid w:val="00317D48"/>
    <w:rsid w:val="00320A73"/>
    <w:rsid w:val="00335E69"/>
    <w:rsid w:val="00340EA0"/>
    <w:rsid w:val="00344BD1"/>
    <w:rsid w:val="00345E26"/>
    <w:rsid w:val="00347350"/>
    <w:rsid w:val="00363529"/>
    <w:rsid w:val="00364A54"/>
    <w:rsid w:val="003713DC"/>
    <w:rsid w:val="00380229"/>
    <w:rsid w:val="00384BC7"/>
    <w:rsid w:val="00390AA3"/>
    <w:rsid w:val="00394D7B"/>
    <w:rsid w:val="003B5C20"/>
    <w:rsid w:val="003C07D5"/>
    <w:rsid w:val="003D3956"/>
    <w:rsid w:val="003E2EDA"/>
    <w:rsid w:val="003F4FE8"/>
    <w:rsid w:val="003F7F5E"/>
    <w:rsid w:val="00404D24"/>
    <w:rsid w:val="00425CE8"/>
    <w:rsid w:val="00430274"/>
    <w:rsid w:val="00432711"/>
    <w:rsid w:val="004337EF"/>
    <w:rsid w:val="004424F7"/>
    <w:rsid w:val="00447843"/>
    <w:rsid w:val="00447914"/>
    <w:rsid w:val="00451ADF"/>
    <w:rsid w:val="004716BB"/>
    <w:rsid w:val="00472BBB"/>
    <w:rsid w:val="00491727"/>
    <w:rsid w:val="004B0974"/>
    <w:rsid w:val="004B4C2B"/>
    <w:rsid w:val="004D243E"/>
    <w:rsid w:val="004E0D73"/>
    <w:rsid w:val="00500C51"/>
    <w:rsid w:val="00503498"/>
    <w:rsid w:val="00522F67"/>
    <w:rsid w:val="00523E04"/>
    <w:rsid w:val="0053199C"/>
    <w:rsid w:val="005338A8"/>
    <w:rsid w:val="00535EBD"/>
    <w:rsid w:val="005374B5"/>
    <w:rsid w:val="00541B2D"/>
    <w:rsid w:val="00555AFB"/>
    <w:rsid w:val="00562B25"/>
    <w:rsid w:val="00594032"/>
    <w:rsid w:val="00594AA5"/>
    <w:rsid w:val="005B14A4"/>
    <w:rsid w:val="005D6578"/>
    <w:rsid w:val="005E487C"/>
    <w:rsid w:val="005F71EB"/>
    <w:rsid w:val="0060338C"/>
    <w:rsid w:val="00607E3B"/>
    <w:rsid w:val="006230C1"/>
    <w:rsid w:val="006251EF"/>
    <w:rsid w:val="006326C4"/>
    <w:rsid w:val="00633606"/>
    <w:rsid w:val="0064464F"/>
    <w:rsid w:val="006562D9"/>
    <w:rsid w:val="00677001"/>
    <w:rsid w:val="00681C33"/>
    <w:rsid w:val="006A74EC"/>
    <w:rsid w:val="006B7243"/>
    <w:rsid w:val="006C22E4"/>
    <w:rsid w:val="006D60AF"/>
    <w:rsid w:val="006E3982"/>
    <w:rsid w:val="006E7BED"/>
    <w:rsid w:val="00703801"/>
    <w:rsid w:val="00706FAB"/>
    <w:rsid w:val="00713DAB"/>
    <w:rsid w:val="00725E25"/>
    <w:rsid w:val="00726838"/>
    <w:rsid w:val="00741A22"/>
    <w:rsid w:val="00761229"/>
    <w:rsid w:val="00766E3B"/>
    <w:rsid w:val="00772410"/>
    <w:rsid w:val="00792B64"/>
    <w:rsid w:val="00793ED0"/>
    <w:rsid w:val="007A015E"/>
    <w:rsid w:val="007A165C"/>
    <w:rsid w:val="007A3324"/>
    <w:rsid w:val="007C0124"/>
    <w:rsid w:val="007C7559"/>
    <w:rsid w:val="007E207E"/>
    <w:rsid w:val="007E7D02"/>
    <w:rsid w:val="007F1D57"/>
    <w:rsid w:val="007F589E"/>
    <w:rsid w:val="00800B5E"/>
    <w:rsid w:val="00833912"/>
    <w:rsid w:val="00833E87"/>
    <w:rsid w:val="008407EB"/>
    <w:rsid w:val="0084709A"/>
    <w:rsid w:val="00854865"/>
    <w:rsid w:val="00862D26"/>
    <w:rsid w:val="00863767"/>
    <w:rsid w:val="00867B26"/>
    <w:rsid w:val="00872CA0"/>
    <w:rsid w:val="0087583E"/>
    <w:rsid w:val="00893D51"/>
    <w:rsid w:val="008A6A8E"/>
    <w:rsid w:val="008B4932"/>
    <w:rsid w:val="008D06B3"/>
    <w:rsid w:val="008D64DC"/>
    <w:rsid w:val="008D6C97"/>
    <w:rsid w:val="008D6DFA"/>
    <w:rsid w:val="008E033C"/>
    <w:rsid w:val="008F2B20"/>
    <w:rsid w:val="008F64B9"/>
    <w:rsid w:val="00900157"/>
    <w:rsid w:val="00901769"/>
    <w:rsid w:val="00913CFF"/>
    <w:rsid w:val="0092393D"/>
    <w:rsid w:val="0092528D"/>
    <w:rsid w:val="00935E72"/>
    <w:rsid w:val="00947A1E"/>
    <w:rsid w:val="00952DF6"/>
    <w:rsid w:val="0098271B"/>
    <w:rsid w:val="009834AA"/>
    <w:rsid w:val="0098456D"/>
    <w:rsid w:val="00991887"/>
    <w:rsid w:val="009950E2"/>
    <w:rsid w:val="009A4E33"/>
    <w:rsid w:val="009A5B57"/>
    <w:rsid w:val="009A6D7A"/>
    <w:rsid w:val="009B4042"/>
    <w:rsid w:val="009C3EA3"/>
    <w:rsid w:val="009D7A64"/>
    <w:rsid w:val="009E1714"/>
    <w:rsid w:val="009E7E55"/>
    <w:rsid w:val="009F113F"/>
    <w:rsid w:val="009F3D05"/>
    <w:rsid w:val="00A07F09"/>
    <w:rsid w:val="00A10B58"/>
    <w:rsid w:val="00A31C9F"/>
    <w:rsid w:val="00A35764"/>
    <w:rsid w:val="00A401EF"/>
    <w:rsid w:val="00A54C47"/>
    <w:rsid w:val="00A61DB7"/>
    <w:rsid w:val="00A70916"/>
    <w:rsid w:val="00A757F4"/>
    <w:rsid w:val="00A86367"/>
    <w:rsid w:val="00A90BBA"/>
    <w:rsid w:val="00A9352D"/>
    <w:rsid w:val="00AA2536"/>
    <w:rsid w:val="00AC1724"/>
    <w:rsid w:val="00AF6844"/>
    <w:rsid w:val="00B04475"/>
    <w:rsid w:val="00B07A11"/>
    <w:rsid w:val="00B10B9B"/>
    <w:rsid w:val="00B217EC"/>
    <w:rsid w:val="00B40BE1"/>
    <w:rsid w:val="00B44850"/>
    <w:rsid w:val="00B450A9"/>
    <w:rsid w:val="00B7050E"/>
    <w:rsid w:val="00B86018"/>
    <w:rsid w:val="00B90399"/>
    <w:rsid w:val="00B946AC"/>
    <w:rsid w:val="00BA68AB"/>
    <w:rsid w:val="00BB42E3"/>
    <w:rsid w:val="00BC29A5"/>
    <w:rsid w:val="00BC6E5A"/>
    <w:rsid w:val="00C05BEF"/>
    <w:rsid w:val="00C16ECE"/>
    <w:rsid w:val="00C177FF"/>
    <w:rsid w:val="00C22784"/>
    <w:rsid w:val="00C266C0"/>
    <w:rsid w:val="00C35316"/>
    <w:rsid w:val="00C356E3"/>
    <w:rsid w:val="00C42FD7"/>
    <w:rsid w:val="00C542B4"/>
    <w:rsid w:val="00C62A7D"/>
    <w:rsid w:val="00C64772"/>
    <w:rsid w:val="00C66FE2"/>
    <w:rsid w:val="00C76DEA"/>
    <w:rsid w:val="00C96851"/>
    <w:rsid w:val="00CA4231"/>
    <w:rsid w:val="00CB25BF"/>
    <w:rsid w:val="00CB409C"/>
    <w:rsid w:val="00CC0846"/>
    <w:rsid w:val="00CC2F68"/>
    <w:rsid w:val="00CD4A7E"/>
    <w:rsid w:val="00CD5A92"/>
    <w:rsid w:val="00CE3E88"/>
    <w:rsid w:val="00D15A8A"/>
    <w:rsid w:val="00D16A37"/>
    <w:rsid w:val="00D27E0A"/>
    <w:rsid w:val="00D52EBC"/>
    <w:rsid w:val="00D633D1"/>
    <w:rsid w:val="00D72735"/>
    <w:rsid w:val="00D8686C"/>
    <w:rsid w:val="00D92875"/>
    <w:rsid w:val="00DB4F79"/>
    <w:rsid w:val="00DB79E5"/>
    <w:rsid w:val="00DC2E05"/>
    <w:rsid w:val="00DD2B46"/>
    <w:rsid w:val="00DD4BDE"/>
    <w:rsid w:val="00DD6BAA"/>
    <w:rsid w:val="00DE45BA"/>
    <w:rsid w:val="00DF4574"/>
    <w:rsid w:val="00E025B1"/>
    <w:rsid w:val="00E0616C"/>
    <w:rsid w:val="00E12389"/>
    <w:rsid w:val="00E44366"/>
    <w:rsid w:val="00E628B3"/>
    <w:rsid w:val="00E72591"/>
    <w:rsid w:val="00E82A0C"/>
    <w:rsid w:val="00E93B7C"/>
    <w:rsid w:val="00E951ED"/>
    <w:rsid w:val="00E9647A"/>
    <w:rsid w:val="00EA0458"/>
    <w:rsid w:val="00EB2980"/>
    <w:rsid w:val="00EB341D"/>
    <w:rsid w:val="00EB7265"/>
    <w:rsid w:val="00ED0DCE"/>
    <w:rsid w:val="00ED51C4"/>
    <w:rsid w:val="00EF57AD"/>
    <w:rsid w:val="00F1734E"/>
    <w:rsid w:val="00F245C4"/>
    <w:rsid w:val="00F43359"/>
    <w:rsid w:val="00F519AE"/>
    <w:rsid w:val="00F76737"/>
    <w:rsid w:val="00F83D1E"/>
    <w:rsid w:val="00F840DE"/>
    <w:rsid w:val="00F842C4"/>
    <w:rsid w:val="00F9261E"/>
    <w:rsid w:val="00F92CD0"/>
    <w:rsid w:val="00F92E17"/>
    <w:rsid w:val="00FA1C1A"/>
    <w:rsid w:val="00FA61D1"/>
    <w:rsid w:val="00FA7FD6"/>
    <w:rsid w:val="00FB2198"/>
    <w:rsid w:val="00FD2D7B"/>
    <w:rsid w:val="00FD2D93"/>
    <w:rsid w:val="00FD5D04"/>
    <w:rsid w:val="00FD7F29"/>
    <w:rsid w:val="00FF072F"/>
    <w:rsid w:val="00FF4D34"/>
    <w:rsid w:val="00FF51FE"/>
    <w:rsid w:val="040412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  <o:shapelayout v:ext="edit">
      <o:idmap v:ext="edit" data="2"/>
    </o:shapelayout>
  </w:shapeDefaults>
  <w:decimalSymbol w:val=","/>
  <w:listSeparator w:val=";"/>
  <w14:docId w14:val="11D57930"/>
  <w15:docId w15:val="{A7A3BF62-D649-43D7-80FC-6096BEE9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E033C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6170A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840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35E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F07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6170A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Zhlav">
    <w:name w:val="header"/>
    <w:basedOn w:val="Normln"/>
    <w:link w:val="ZhlavChar"/>
    <w:rsid w:val="009A3B2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9A3B2B"/>
    <w:rPr>
      <w:sz w:val="24"/>
      <w:szCs w:val="24"/>
    </w:rPr>
  </w:style>
  <w:style w:type="paragraph" w:styleId="Zpat">
    <w:name w:val="footer"/>
    <w:basedOn w:val="Normln"/>
    <w:link w:val="ZpatChar"/>
    <w:rsid w:val="009A3B2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9A3B2B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F84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extbubliny">
    <w:name w:val="Balloon Text"/>
    <w:basedOn w:val="Normln"/>
    <w:link w:val="TextbublinyChar"/>
    <w:rsid w:val="00F840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840DE"/>
    <w:rPr>
      <w:rFonts w:ascii="Tahoma" w:hAnsi="Tahoma" w:cs="Tahoma"/>
      <w:sz w:val="16"/>
      <w:szCs w:val="16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FF07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703801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703801"/>
    <w:rPr>
      <w:color w:val="0000FF" w:themeColor="hyperlink"/>
      <w:u w:val="single"/>
    </w:rPr>
  </w:style>
  <w:style w:type="paragraph" w:customStyle="1" w:styleId="Default">
    <w:name w:val="Default"/>
    <w:rsid w:val="0070380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FD2D7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D2D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D2D7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D2D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D2D7B"/>
    <w:rPr>
      <w:b/>
      <w:bCs/>
      <w:lang w:eastAsia="en-US"/>
    </w:rPr>
  </w:style>
  <w:style w:type="paragraph" w:styleId="Normlnweb">
    <w:name w:val="Normal (Web)"/>
    <w:basedOn w:val="Normln"/>
    <w:uiPriority w:val="99"/>
    <w:unhideWhenUsed/>
    <w:rsid w:val="009A6D7A"/>
    <w:rPr>
      <w:rFonts w:ascii="Times New Roman" w:eastAsiaTheme="minorHAnsi" w:hAnsi="Times New Roman"/>
      <w:lang w:eastAsia="cs-CZ"/>
    </w:rPr>
  </w:style>
  <w:style w:type="character" w:customStyle="1" w:styleId="cmsbreadcrumbscurrentitem">
    <w:name w:val="cmsbreadcrumbscurrentitem"/>
    <w:basedOn w:val="Standardnpsmoodstavce"/>
    <w:rsid w:val="009A6D7A"/>
  </w:style>
  <w:style w:type="character" w:customStyle="1" w:styleId="Nadpis3Char">
    <w:name w:val="Nadpis 3 Char"/>
    <w:basedOn w:val="Standardnpsmoodstavce"/>
    <w:link w:val="Nadpis3"/>
    <w:semiHidden/>
    <w:rsid w:val="00935E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Revize">
    <w:name w:val="Revision"/>
    <w:hidden/>
    <w:semiHidden/>
    <w:rsid w:val="0086376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ekviji1\Data%20aplikac&#237;\Microsoft\&#352;ablony\FIM_UHK_dopisni_papir_funkce_znac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8FD9DF9C2FFE43901142BA75CE0F22" ma:contentTypeVersion="13" ma:contentTypeDescription="Vytvoří nový dokument" ma:contentTypeScope="" ma:versionID="257e2cffcce4dd510d37e94c63b88686">
  <xsd:schema xmlns:xsd="http://www.w3.org/2001/XMLSchema" xmlns:xs="http://www.w3.org/2001/XMLSchema" xmlns:p="http://schemas.microsoft.com/office/2006/metadata/properties" xmlns:ns3="97fdc0f3-00a9-4035-9e46-c889e3ee06f0" xmlns:ns4="0576dd76-f7f3-4454-9979-b48fac51be14" targetNamespace="http://schemas.microsoft.com/office/2006/metadata/properties" ma:root="true" ma:fieldsID="34a5fbad5ec1ef73bb7ccb99cd207cd1" ns3:_="" ns4:_="">
    <xsd:import namespace="97fdc0f3-00a9-4035-9e46-c889e3ee06f0"/>
    <xsd:import namespace="0576dd76-f7f3-4454-9979-b48fac51be1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fdc0f3-00a9-4035-9e46-c889e3ee06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dd76-f7f3-4454-9979-b48fac51be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B4203-DEE4-488D-8996-246FB68C6D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69716E-CC05-4CD9-B3EB-C4558168BC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85DE95-3032-4989-B06D-33B35AA6B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fdc0f3-00a9-4035-9e46-c889e3ee06f0"/>
    <ds:schemaRef ds:uri="0576dd76-f7f3-4454-9979-b48fac51be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CCCD6E-94CC-4E3A-8936-D7B13EEAA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FIM_UHK_dopisni_papir_funkce_znacky</Template>
  <TotalTime>4</TotalTime>
  <Pages>2</Pages>
  <Words>382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virginurban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matulzd1</dc:creator>
  <cp:lastModifiedBy>Doležalová Kateřina</cp:lastModifiedBy>
  <cp:revision>6</cp:revision>
  <cp:lastPrinted>2016-12-13T07:07:00Z</cp:lastPrinted>
  <dcterms:created xsi:type="dcterms:W3CDTF">2024-10-21T09:40:00Z</dcterms:created>
  <dcterms:modified xsi:type="dcterms:W3CDTF">2025-11-07T12:24:00Z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0x010100248FD9DF9C2FFE43901142BA75CE0F22</vt:lpwstr>
  </property>
</Properties>
</file>